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4D4CE4" w14:paraId="0018640C" w14:textId="77777777" w:rsidTr="000E74E8">
        <w:tc>
          <w:tcPr>
            <w:tcW w:w="2689" w:type="dxa"/>
          </w:tcPr>
          <w:p w14:paraId="2011D8E6" w14:textId="4409AFA9" w:rsidR="004D4CE4" w:rsidRPr="004D4CE4" w:rsidRDefault="004D4CE4" w:rsidP="004D4CE4">
            <w:pPr>
              <w:pStyle w:val="SIText"/>
            </w:pPr>
            <w:r w:rsidRPr="00CC451E">
              <w:t>Release</w:t>
            </w:r>
            <w:r w:rsidRPr="004D4CE4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67BAB0AA" w14:textId="470D7CD8" w:rsidR="004D4CE4" w:rsidRPr="004D4CE4" w:rsidRDefault="004D4CE4" w:rsidP="004D4CE4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 w:rsidRPr="00C45299">
              <w:rPr>
                <w:rStyle w:val="SITemporaryText-blue"/>
              </w:rPr>
              <w:t>X</w:t>
            </w:r>
            <w:r w:rsidRPr="004D4CE4">
              <w:t>.0</w:t>
            </w:r>
          </w:p>
        </w:tc>
      </w:tr>
      <w:tr w:rsidR="00F1480E" w14:paraId="41512140" w14:textId="77777777" w:rsidTr="00146EEC">
        <w:tc>
          <w:tcPr>
            <w:tcW w:w="2689" w:type="dxa"/>
          </w:tcPr>
          <w:p w14:paraId="73791A56" w14:textId="2A7A857D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07F446EA" w14:textId="4280F161" w:rsidR="00F1480E" w:rsidRPr="005404CB" w:rsidRDefault="00903631" w:rsidP="005404CB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>
              <w:t>1.0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00CA358F" w:rsidR="00F1480E" w:rsidRPr="005404CB" w:rsidRDefault="00A3135C" w:rsidP="005404CB">
            <w:pPr>
              <w:pStyle w:val="SIUNITCODE"/>
            </w:pPr>
            <w:r>
              <w:t>AHCPER</w:t>
            </w:r>
            <w:r w:rsidR="005A6296">
              <w:t>201</w:t>
            </w:r>
          </w:p>
        </w:tc>
        <w:tc>
          <w:tcPr>
            <w:tcW w:w="3604" w:type="pct"/>
            <w:shd w:val="clear" w:color="auto" w:fill="auto"/>
          </w:tcPr>
          <w:p w14:paraId="01D80964" w14:textId="32F30E26" w:rsidR="00F1480E" w:rsidRPr="005404CB" w:rsidRDefault="005A6296" w:rsidP="005404CB">
            <w:pPr>
              <w:pStyle w:val="SIUnittitle"/>
            </w:pPr>
            <w:r w:rsidRPr="005A6296">
              <w:t>Work effectively in permaculture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F0E5D84" w14:textId="77777777" w:rsidR="00D607DE" w:rsidRPr="00D607DE" w:rsidRDefault="00D607DE" w:rsidP="00D607DE">
            <w:pPr>
              <w:pStyle w:val="SIText"/>
            </w:pPr>
            <w:r w:rsidRPr="00D607DE">
              <w:t>This unit of competency describes the skills and knowledge required to work effectively on an individual basis and with others in permaculture.</w:t>
            </w:r>
          </w:p>
          <w:p w14:paraId="05266387" w14:textId="77777777" w:rsidR="00D607DE" w:rsidRPr="00D607DE" w:rsidRDefault="00D607DE" w:rsidP="00D607DE">
            <w:pPr>
              <w:pStyle w:val="SIText"/>
            </w:pPr>
          </w:p>
          <w:p w14:paraId="2CC4EBF7" w14:textId="2D9998C8" w:rsidR="00D607DE" w:rsidRPr="00D607DE" w:rsidRDefault="004D4CE4" w:rsidP="00D607DE">
            <w:pPr>
              <w:pStyle w:val="SIText"/>
            </w:pPr>
            <w:r>
              <w:t>The</w:t>
            </w:r>
            <w:r w:rsidRPr="00D607DE">
              <w:t xml:space="preserve"> </w:t>
            </w:r>
            <w:r w:rsidR="00D607DE" w:rsidRPr="00D607DE">
              <w:t>unit applies to individuals who work under general supervision and exercise limited autonomy with some accountability for their own work. They undertake defined activities and work in a structured context.</w:t>
            </w:r>
          </w:p>
          <w:p w14:paraId="199D25DE" w14:textId="77777777" w:rsidR="00D607DE" w:rsidRPr="00D607DE" w:rsidRDefault="00D607DE" w:rsidP="00D607DE">
            <w:pPr>
              <w:pStyle w:val="SIText"/>
            </w:pPr>
          </w:p>
          <w:p w14:paraId="22C15BCD" w14:textId="6BE78721" w:rsidR="00373436" w:rsidRPr="000754EC" w:rsidRDefault="00D607DE">
            <w:pPr>
              <w:pStyle w:val="SIText"/>
            </w:pPr>
            <w:r w:rsidRPr="00D607DE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D607DE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1E8C4227" w:rsidR="00D607DE" w:rsidRPr="00D607DE" w:rsidRDefault="00D607DE" w:rsidP="00D607DE">
            <w:pPr>
              <w:pStyle w:val="SIText"/>
            </w:pPr>
            <w:r w:rsidRPr="00D607DE">
              <w:t xml:space="preserve">1. Obtain information about </w:t>
            </w:r>
            <w:r w:rsidR="004D4CE4">
              <w:t xml:space="preserve">working in a </w:t>
            </w:r>
            <w:r w:rsidRPr="00D607DE">
              <w:t>permaculture</w:t>
            </w:r>
            <w:r w:rsidR="004D4CE4">
              <w:t xml:space="preserve"> workplace</w:t>
            </w:r>
          </w:p>
        </w:tc>
        <w:tc>
          <w:tcPr>
            <w:tcW w:w="3604" w:type="pct"/>
            <w:shd w:val="clear" w:color="auto" w:fill="auto"/>
          </w:tcPr>
          <w:p w14:paraId="3BC923C1" w14:textId="7AD69419" w:rsidR="00D607DE" w:rsidRPr="00D607DE" w:rsidRDefault="00D607DE" w:rsidP="00D607DE">
            <w:r w:rsidRPr="00D607DE">
              <w:t xml:space="preserve">1.1 Identify and </w:t>
            </w:r>
            <w:r w:rsidR="004D4CE4">
              <w:t>collate</w:t>
            </w:r>
            <w:r w:rsidR="004D4CE4" w:rsidRPr="00D607DE">
              <w:t xml:space="preserve"> </w:t>
            </w:r>
            <w:r w:rsidRPr="00D607DE">
              <w:t xml:space="preserve">information about </w:t>
            </w:r>
            <w:r w:rsidR="004D4CE4">
              <w:t xml:space="preserve">working in a </w:t>
            </w:r>
            <w:r w:rsidRPr="00D607DE">
              <w:t>permaculture</w:t>
            </w:r>
            <w:r w:rsidR="004D4CE4">
              <w:t xml:space="preserve"> environment</w:t>
            </w:r>
          </w:p>
          <w:p w14:paraId="2E6D802D" w14:textId="4B50B238" w:rsidR="00D607DE" w:rsidRPr="00D607DE" w:rsidRDefault="00D607DE" w:rsidP="00D607DE">
            <w:r w:rsidRPr="00D607DE">
              <w:t xml:space="preserve">1.2 </w:t>
            </w:r>
            <w:r w:rsidR="004D4CE4">
              <w:t>Interpret</w:t>
            </w:r>
            <w:r w:rsidR="004D4CE4" w:rsidRPr="00D607DE">
              <w:t xml:space="preserve"> </w:t>
            </w:r>
            <w:r w:rsidRPr="00D607DE">
              <w:t>information to assist effective and safe work performance in a permaculture work</w:t>
            </w:r>
            <w:r w:rsidR="004D4CE4">
              <w:t>place</w:t>
            </w:r>
          </w:p>
          <w:p w14:paraId="39DB08C1" w14:textId="243B5BAE" w:rsidR="00D607DE" w:rsidRPr="00D607DE" w:rsidRDefault="00D607DE" w:rsidP="00D607DE">
            <w:r w:rsidRPr="00D607DE">
              <w:t>1.3 Identify workplace terms and conditions</w:t>
            </w:r>
            <w:r w:rsidR="000B4C6F">
              <w:t xml:space="preserve"> of employment</w:t>
            </w:r>
          </w:p>
          <w:p w14:paraId="4B044429" w14:textId="22EB95C1" w:rsidR="00D607DE" w:rsidRPr="00D607DE" w:rsidRDefault="00D607DE" w:rsidP="00D607DE">
            <w:r w:rsidRPr="00D607DE">
              <w:t>1.4 Identify work and career options for permaculture practice</w:t>
            </w:r>
          </w:p>
        </w:tc>
      </w:tr>
      <w:tr w:rsidR="00D607DE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2A81AAC5" w:rsidR="00D607DE" w:rsidRPr="00D607DE" w:rsidRDefault="00D607DE" w:rsidP="00D607DE">
            <w:pPr>
              <w:pStyle w:val="SIText"/>
            </w:pPr>
            <w:r w:rsidRPr="00D607DE">
              <w:t>2. Observe requirements of a permaculture workplace</w:t>
            </w:r>
          </w:p>
        </w:tc>
        <w:tc>
          <w:tcPr>
            <w:tcW w:w="3604" w:type="pct"/>
            <w:shd w:val="clear" w:color="auto" w:fill="auto"/>
          </w:tcPr>
          <w:p w14:paraId="314AC2B7" w14:textId="1B7D737E" w:rsidR="00D607DE" w:rsidRPr="00D607DE" w:rsidRDefault="00D607DE" w:rsidP="00D607DE">
            <w:r w:rsidRPr="00D607DE">
              <w:t>2.1 Ensure work practices comply with work</w:t>
            </w:r>
            <w:r w:rsidR="004D4CE4">
              <w:t>place procedures</w:t>
            </w:r>
          </w:p>
          <w:p w14:paraId="1C1CC51E" w14:textId="77777777" w:rsidR="00D607DE" w:rsidRPr="00D607DE" w:rsidRDefault="00D607DE" w:rsidP="00D607DE">
            <w:r w:rsidRPr="00D607DE">
              <w:t>2.2 Recognise faults and abnormalities in workplace practices and take remedial action</w:t>
            </w:r>
          </w:p>
          <w:p w14:paraId="16C2D330" w14:textId="276CC568" w:rsidR="00D607DE" w:rsidRPr="00D607DE" w:rsidRDefault="00D607DE" w:rsidP="00D607DE">
            <w:r w:rsidRPr="00D607DE">
              <w:t xml:space="preserve">2.3 Observe punctuality </w:t>
            </w:r>
            <w:r w:rsidR="004D4CE4">
              <w:t>and</w:t>
            </w:r>
            <w:r w:rsidR="004D4CE4" w:rsidRPr="00D607DE">
              <w:t xml:space="preserve"> </w:t>
            </w:r>
            <w:r w:rsidRPr="00D607DE">
              <w:t>work attendance</w:t>
            </w:r>
            <w:r w:rsidR="004D4CE4">
              <w:t xml:space="preserve"> according to workplace terms and conditions</w:t>
            </w:r>
          </w:p>
          <w:p w14:paraId="2B00249F" w14:textId="4B2C9042" w:rsidR="00D607DE" w:rsidRPr="00D607DE" w:rsidRDefault="00D607DE" w:rsidP="00D607DE">
            <w:pPr>
              <w:pStyle w:val="SIText"/>
            </w:pPr>
            <w:r w:rsidRPr="00D607DE">
              <w:t>2.4 Complete work routines and specific instructions to meet workplace expectations</w:t>
            </w:r>
          </w:p>
        </w:tc>
      </w:tr>
      <w:tr w:rsidR="00D607DE" w:rsidRPr="00963A46" w14:paraId="4CEBBA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120DF2" w14:textId="30A42743" w:rsidR="00D607DE" w:rsidRPr="00D607DE" w:rsidRDefault="00D607DE" w:rsidP="00D607DE">
            <w:pPr>
              <w:pStyle w:val="SIText"/>
            </w:pPr>
            <w:r w:rsidRPr="00D607DE">
              <w:t>3. Work effectively in a permaculture workplace</w:t>
            </w:r>
          </w:p>
        </w:tc>
        <w:tc>
          <w:tcPr>
            <w:tcW w:w="3604" w:type="pct"/>
            <w:shd w:val="clear" w:color="auto" w:fill="auto"/>
          </w:tcPr>
          <w:p w14:paraId="4EAE7A23" w14:textId="77777777" w:rsidR="00D607DE" w:rsidRPr="00D607DE" w:rsidRDefault="00D607DE" w:rsidP="00D607DE">
            <w:r w:rsidRPr="00D607DE">
              <w:t>3.1 Plan work tasks in consultation with team members and supervisor</w:t>
            </w:r>
          </w:p>
          <w:p w14:paraId="16907D37" w14:textId="77777777" w:rsidR="00D607DE" w:rsidRPr="00D607DE" w:rsidRDefault="00D607DE" w:rsidP="00D607DE">
            <w:r w:rsidRPr="00D607DE">
              <w:t>3.2 Follow instructions from supervisor</w:t>
            </w:r>
          </w:p>
          <w:p w14:paraId="40205B0E" w14:textId="77777777" w:rsidR="00D607DE" w:rsidRPr="00D607DE" w:rsidRDefault="00D607DE" w:rsidP="00D607DE">
            <w:r w:rsidRPr="00D607DE">
              <w:t>3.3 Cooperate with others as part of a team with consideration of special needs of co-workers and others</w:t>
            </w:r>
          </w:p>
          <w:p w14:paraId="30767ED0" w14:textId="34520B24" w:rsidR="00D607DE" w:rsidRPr="00D607DE" w:rsidRDefault="00D607DE" w:rsidP="00D607DE">
            <w:pPr>
              <w:pStyle w:val="SIText"/>
            </w:pPr>
            <w:r w:rsidRPr="00D607DE">
              <w:t>3.4 Accept responsibility for quality of own work</w:t>
            </w:r>
          </w:p>
        </w:tc>
      </w:tr>
      <w:tr w:rsidR="00D607DE" w:rsidRPr="00963A46" w14:paraId="02C1F39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9BD4A01" w14:textId="024BE983" w:rsidR="00D607DE" w:rsidRPr="00D607DE" w:rsidRDefault="00D607DE" w:rsidP="00D607DE">
            <w:pPr>
              <w:pStyle w:val="SIText"/>
            </w:pPr>
            <w:r w:rsidRPr="00D607DE">
              <w:t>4. Contribute to a productive permaculture workplace</w:t>
            </w:r>
          </w:p>
        </w:tc>
        <w:tc>
          <w:tcPr>
            <w:tcW w:w="3604" w:type="pct"/>
            <w:shd w:val="clear" w:color="auto" w:fill="auto"/>
          </w:tcPr>
          <w:p w14:paraId="7175B692" w14:textId="77777777" w:rsidR="00D607DE" w:rsidRPr="00D607DE" w:rsidRDefault="00D607DE" w:rsidP="00D607DE">
            <w:r w:rsidRPr="00D607DE">
              <w:t>4.1 Fulfil commitments to undertake work or assist co-workers</w:t>
            </w:r>
          </w:p>
          <w:p w14:paraId="4BEA05E9" w14:textId="649AA12E" w:rsidR="00D607DE" w:rsidRPr="00D607DE" w:rsidRDefault="00D607DE" w:rsidP="00D607DE">
            <w:r w:rsidRPr="00D607DE">
              <w:t>4.2 Share knowledge and skills with co-workers through conversation and demonstration</w:t>
            </w:r>
          </w:p>
          <w:p w14:paraId="6BF193AF" w14:textId="2853B907" w:rsidR="00D607DE" w:rsidRPr="00D607DE" w:rsidRDefault="00D607DE" w:rsidP="00D607DE">
            <w:r w:rsidRPr="00D607DE">
              <w:t>4.3 Recognise and seek out contributions from individuals of different gender</w:t>
            </w:r>
            <w:r w:rsidR="004D4CE4">
              <w:t xml:space="preserve">, </w:t>
            </w:r>
            <w:r w:rsidRPr="00D607DE">
              <w:t>social and cultural background</w:t>
            </w:r>
          </w:p>
          <w:p w14:paraId="2DBB8AD3" w14:textId="388D390D" w:rsidR="00D607DE" w:rsidRPr="00D607DE" w:rsidRDefault="00D607DE" w:rsidP="00D607DE">
            <w:r w:rsidRPr="00D607DE">
              <w:t>4.4 Ensure work</w:t>
            </w:r>
            <w:r w:rsidR="004D4CE4">
              <w:t xml:space="preserve"> activity complies </w:t>
            </w:r>
            <w:r w:rsidRPr="00D607DE">
              <w:t xml:space="preserve">with </w:t>
            </w:r>
            <w:r w:rsidR="004D4CE4">
              <w:t xml:space="preserve">workplace </w:t>
            </w:r>
            <w:r w:rsidRPr="00D607DE">
              <w:t>anti-discrimination and harassment</w:t>
            </w:r>
            <w:r w:rsidR="004D4CE4">
              <w:t xml:space="preserve"> policies</w:t>
            </w:r>
          </w:p>
          <w:p w14:paraId="0DCCBED7" w14:textId="0AE55E20" w:rsidR="00D607DE" w:rsidRPr="00D607DE" w:rsidRDefault="00D607DE" w:rsidP="004D4CE4">
            <w:r w:rsidRPr="00D607DE">
              <w:t xml:space="preserve">4.5 Recognise and resolve conflict </w:t>
            </w:r>
            <w:r w:rsidR="004D4CE4">
              <w:t xml:space="preserve">according to workplace procedures and </w:t>
            </w:r>
            <w:r w:rsidRPr="00D607DE">
              <w:t>supervisor support</w:t>
            </w:r>
          </w:p>
        </w:tc>
      </w:tr>
    </w:tbl>
    <w:p w14:paraId="0A6E9C8C" w14:textId="77777777" w:rsidR="005F771F" w:rsidRDefault="005F771F" w:rsidP="005F771F">
      <w:pPr>
        <w:pStyle w:val="SIText"/>
      </w:pPr>
    </w:p>
    <w:p w14:paraId="50784BCC" w14:textId="77777777" w:rsidR="005F771F" w:rsidRPr="000754EC" w:rsidRDefault="005F771F" w:rsidP="000754EC">
      <w:r>
        <w:br w:type="page"/>
      </w:r>
    </w:p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820E75" w:rsidRPr="00336FCA" w:rsidDel="00423CB2" w14:paraId="28E38CB7" w14:textId="77777777" w:rsidTr="00CA2922">
        <w:tc>
          <w:tcPr>
            <w:tcW w:w="1396" w:type="pct"/>
          </w:tcPr>
          <w:p w14:paraId="5BD5F3DC" w14:textId="7C1E63C2" w:rsidR="00820E75" w:rsidRPr="005404CB" w:rsidRDefault="00820E75" w:rsidP="005404CB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39F937EF" w14:textId="07408C4E" w:rsidR="00820E75" w:rsidRPr="00692EC8" w:rsidRDefault="00820E75" w:rsidP="00480D12">
            <w:pPr>
              <w:pStyle w:val="SIBulletList1"/>
            </w:pPr>
            <w:r w:rsidRPr="00820E75">
              <w:t xml:space="preserve">Interpret </w:t>
            </w:r>
            <w:r>
              <w:t xml:space="preserve">permaculture and industry texts and </w:t>
            </w:r>
            <w:r w:rsidRPr="00820E75">
              <w:t xml:space="preserve">information from </w:t>
            </w:r>
            <w:r>
              <w:t xml:space="preserve">a range of </w:t>
            </w:r>
            <w:r w:rsidRPr="00820E75">
              <w:t xml:space="preserve">sources to identify </w:t>
            </w:r>
            <w:r>
              <w:t>and apply permaculture principles to work requirements</w:t>
            </w:r>
          </w:p>
        </w:tc>
      </w:tr>
      <w:tr w:rsidR="00820E75" w:rsidRPr="00336FCA" w:rsidDel="00423CB2" w14:paraId="5DFD204F" w14:textId="77777777" w:rsidTr="00CA2922">
        <w:tc>
          <w:tcPr>
            <w:tcW w:w="1396" w:type="pct"/>
          </w:tcPr>
          <w:p w14:paraId="559688BC" w14:textId="4E9BE802" w:rsidR="00820E75" w:rsidRDefault="00820E75" w:rsidP="005404CB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0B0871A9" w14:textId="60460D87" w:rsidR="00820E75" w:rsidRPr="00820E75" w:rsidRDefault="00820E75">
            <w:pPr>
              <w:pStyle w:val="SIBulletList1"/>
            </w:pPr>
            <w:r w:rsidRPr="00820E75">
              <w:t>Uses clear language</w:t>
            </w:r>
            <w:r>
              <w:t xml:space="preserve">, </w:t>
            </w:r>
            <w:r w:rsidRPr="00820E75">
              <w:t xml:space="preserve">concepts, </w:t>
            </w:r>
            <w:proofErr w:type="gramStart"/>
            <w:r w:rsidRPr="00820E75">
              <w:t>tone</w:t>
            </w:r>
            <w:proofErr w:type="gramEnd"/>
            <w:r w:rsidRPr="00820E75">
              <w:t xml:space="preserve"> and pace appropriate for </w:t>
            </w:r>
            <w:r>
              <w:t>discussion work requirements and performance with supervisor and work team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E3C830D" w14:textId="77777777" w:rsidTr="00F33FF2">
        <w:tc>
          <w:tcPr>
            <w:tcW w:w="1028" w:type="pct"/>
          </w:tcPr>
          <w:p w14:paraId="18ED5BE1" w14:textId="1C2FF6FE" w:rsidR="00041E59" w:rsidRPr="005404CB" w:rsidRDefault="004D4CE4" w:rsidP="005404CB">
            <w:pPr>
              <w:pStyle w:val="SIText"/>
            </w:pPr>
            <w:r w:rsidRPr="004D4CE4">
              <w:t>AHCPER201 Work effectively in permaculture</w:t>
            </w:r>
          </w:p>
        </w:tc>
        <w:tc>
          <w:tcPr>
            <w:tcW w:w="1105" w:type="pct"/>
          </w:tcPr>
          <w:p w14:paraId="64EA7AE3" w14:textId="17D52000" w:rsidR="00041E59" w:rsidRPr="005404CB" w:rsidRDefault="004D4CE4" w:rsidP="005404CB">
            <w:pPr>
              <w:pStyle w:val="SIText"/>
            </w:pPr>
            <w:r w:rsidRPr="004D4CE4">
              <w:t>AHCPER201 Work effectively in permaculture</w:t>
            </w:r>
          </w:p>
        </w:tc>
        <w:tc>
          <w:tcPr>
            <w:tcW w:w="1251" w:type="pct"/>
          </w:tcPr>
          <w:p w14:paraId="3E031D32" w14:textId="3E5E18BE" w:rsidR="00041E59" w:rsidRPr="005404CB" w:rsidRDefault="004D4CE4" w:rsidP="004D4CE4">
            <w:pPr>
              <w:pStyle w:val="SIText"/>
            </w:pPr>
            <w:r>
              <w:t xml:space="preserve">Minor changes to Element 1 and Performance Criteria for clarity </w:t>
            </w:r>
          </w:p>
        </w:tc>
        <w:tc>
          <w:tcPr>
            <w:tcW w:w="1616" w:type="pct"/>
          </w:tcPr>
          <w:p w14:paraId="426455CD" w14:textId="71C4DFAA" w:rsidR="00916CD7" w:rsidRPr="005404CB" w:rsidRDefault="004D4CE4" w:rsidP="005404CB">
            <w:pPr>
              <w:pStyle w:val="SIText"/>
            </w:pPr>
            <w:r>
              <w:t>Equivalent</w:t>
            </w:r>
          </w:p>
        </w:tc>
      </w:tr>
    </w:tbl>
    <w:p w14:paraId="127C3A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02199282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9B7F7C" w:rsidRPr="009B7F7C">
              <w:t>https://vetnet.gov.au/Pages/TrainingDocs.aspx?q=c6399549-9c62-4a5e-bf1a-524b2322cf72</w:t>
            </w:r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712821D6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5A6296" w:rsidRPr="005A6296">
              <w:t>AHCPER201 Work effectively in permaculture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38A8F454" w14:textId="77777777" w:rsidR="004D4CE4" w:rsidRPr="004D4CE4" w:rsidRDefault="004D4CE4" w:rsidP="004D4CE4">
            <w:pPr>
              <w:pStyle w:val="SIText"/>
            </w:pPr>
            <w:r w:rsidRPr="000754EC">
              <w:t xml:space="preserve">An individual demonstrating competency must satisfy </w:t>
            </w:r>
            <w:proofErr w:type="gramStart"/>
            <w:r w:rsidRPr="000754EC">
              <w:t>all of</w:t>
            </w:r>
            <w:proofErr w:type="gramEnd"/>
            <w:r w:rsidRPr="000754EC">
              <w:t xml:space="preserve"> the elements and performance criteria in this unit. </w:t>
            </w:r>
          </w:p>
          <w:p w14:paraId="7432AAE3" w14:textId="15DA6AF5" w:rsidR="004D4CE4" w:rsidRPr="00480D12" w:rsidRDefault="004D4CE4" w:rsidP="00480D12">
            <w:pPr>
              <w:pStyle w:val="SIText"/>
            </w:pPr>
            <w:r w:rsidRPr="00480D12">
              <w:t>There must be evidence that the individual has</w:t>
            </w:r>
            <w:r w:rsidR="005A3EBD" w:rsidRPr="00480D12">
              <w:t xml:space="preserve"> on </w:t>
            </w:r>
            <w:r w:rsidR="005A3EBD" w:rsidRPr="00480D12">
              <w:rPr>
                <w:rStyle w:val="SITemporaryText-green"/>
                <w:color w:val="auto"/>
                <w:sz w:val="20"/>
              </w:rPr>
              <w:t>at least one occasion</w:t>
            </w:r>
            <w:r w:rsidR="00480D12" w:rsidRPr="00480D12">
              <w:rPr>
                <w:rStyle w:val="SITemporaryText-green"/>
                <w:color w:val="auto"/>
                <w:sz w:val="20"/>
              </w:rPr>
              <w:t xml:space="preserve"> worked effectively in a permaculture environment and has</w:t>
            </w:r>
            <w:r w:rsidRPr="00480D12">
              <w:t>:</w:t>
            </w:r>
          </w:p>
          <w:p w14:paraId="5B6CB950" w14:textId="6D140848" w:rsidR="00D607DE" w:rsidRPr="00D607DE" w:rsidRDefault="00D607DE" w:rsidP="00D607DE">
            <w:pPr>
              <w:pStyle w:val="SIBulletList1"/>
            </w:pPr>
            <w:r w:rsidRPr="00D607DE">
              <w:t>access</w:t>
            </w:r>
            <w:r w:rsidR="005A3EBD">
              <w:t>ed</w:t>
            </w:r>
            <w:r w:rsidRPr="00D607DE">
              <w:t xml:space="preserve"> and coll</w:t>
            </w:r>
            <w:r w:rsidR="005A3EBD">
              <w:t xml:space="preserve">ated </w:t>
            </w:r>
            <w:r w:rsidRPr="00D607DE">
              <w:t xml:space="preserve">information </w:t>
            </w:r>
            <w:r w:rsidR="005A3EBD">
              <w:t xml:space="preserve">on working in a </w:t>
            </w:r>
            <w:r w:rsidRPr="00D607DE">
              <w:t>permaculture</w:t>
            </w:r>
            <w:r w:rsidR="005A3EBD">
              <w:t xml:space="preserve"> environment</w:t>
            </w:r>
          </w:p>
          <w:p w14:paraId="750E1E55" w14:textId="5E3B492D" w:rsidR="00D607DE" w:rsidRPr="00D607DE" w:rsidRDefault="005A3EBD" w:rsidP="00D607DE">
            <w:pPr>
              <w:pStyle w:val="SIBulletList1"/>
            </w:pPr>
            <w:r>
              <w:t xml:space="preserve">worked within permaculture environment and complied with </w:t>
            </w:r>
            <w:r w:rsidR="00D607DE" w:rsidRPr="00D607DE">
              <w:t xml:space="preserve">workplace </w:t>
            </w:r>
            <w:r>
              <w:t>conditions and expectations</w:t>
            </w:r>
          </w:p>
          <w:p w14:paraId="78A83158" w14:textId="4E99BD8E" w:rsidR="00D607DE" w:rsidRPr="00D607DE" w:rsidRDefault="005A3EBD" w:rsidP="00D607DE">
            <w:pPr>
              <w:pStyle w:val="SIBulletList1"/>
            </w:pPr>
            <w:r>
              <w:t xml:space="preserve">worked within a team and </w:t>
            </w:r>
            <w:r w:rsidR="00D607DE" w:rsidRPr="00D607DE">
              <w:t>promote</w:t>
            </w:r>
            <w:r>
              <w:t>d</w:t>
            </w:r>
            <w:r w:rsidR="00D607DE" w:rsidRPr="00D607DE">
              <w:t xml:space="preserve"> workplace cooperation</w:t>
            </w:r>
          </w:p>
          <w:p w14:paraId="677A00FE" w14:textId="1E03F38A" w:rsidR="00D607DE" w:rsidRPr="00D607DE" w:rsidRDefault="00D607DE" w:rsidP="00D607DE">
            <w:pPr>
              <w:pStyle w:val="SIBulletList1"/>
            </w:pPr>
            <w:r w:rsidRPr="00D607DE">
              <w:t>contribute</w:t>
            </w:r>
            <w:r w:rsidR="005A3EBD">
              <w:t>d</w:t>
            </w:r>
            <w:r w:rsidRPr="00D607DE">
              <w:t xml:space="preserve"> to a productive workplace environment</w:t>
            </w:r>
            <w:r w:rsidR="005A3EBD">
              <w:t>.</w:t>
            </w:r>
          </w:p>
          <w:p w14:paraId="6BFA69AA" w14:textId="2100C290" w:rsidR="00556C4C" w:rsidRPr="005404CB" w:rsidRDefault="00556C4C" w:rsidP="00D607DE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3D1F9D55" w14:textId="77777777" w:rsidR="002965A8" w:rsidRPr="002965A8" w:rsidRDefault="002965A8" w:rsidP="002965A8">
            <w:r w:rsidRPr="002965A8">
              <w:t>The candidate must demonstrate knowledge of:</w:t>
            </w:r>
          </w:p>
          <w:p w14:paraId="00E39A7A" w14:textId="665E3E30" w:rsidR="002965A8" w:rsidRPr="002965A8" w:rsidRDefault="002965A8" w:rsidP="002965A8">
            <w:pPr>
              <w:pStyle w:val="SIBulletList1"/>
            </w:pPr>
            <w:r w:rsidRPr="002965A8">
              <w:t>permaculture</w:t>
            </w:r>
            <w:r w:rsidR="005A3EBD">
              <w:t xml:space="preserve"> </w:t>
            </w:r>
            <w:r w:rsidR="00CB5F32">
              <w:t>systems,</w:t>
            </w:r>
            <w:r w:rsidR="005A3EBD">
              <w:t xml:space="preserve"> including:</w:t>
            </w:r>
          </w:p>
          <w:p w14:paraId="36A9F092" w14:textId="56BA6656" w:rsidR="002965A8" w:rsidRPr="002965A8" w:rsidRDefault="002965A8" w:rsidP="002965A8">
            <w:pPr>
              <w:pStyle w:val="SIBulletList2"/>
            </w:pPr>
            <w:r w:rsidRPr="002965A8">
              <w:t xml:space="preserve">sectors within </w:t>
            </w:r>
            <w:r w:rsidR="005A3EBD">
              <w:t>the</w:t>
            </w:r>
            <w:r w:rsidR="005A3EBD" w:rsidRPr="002965A8">
              <w:t xml:space="preserve"> </w:t>
            </w:r>
            <w:r w:rsidRPr="002965A8">
              <w:t xml:space="preserve">permaculture </w:t>
            </w:r>
            <w:r w:rsidR="00CB5F32">
              <w:t>system</w:t>
            </w:r>
          </w:p>
          <w:p w14:paraId="307ED800" w14:textId="47F4DDBD" w:rsidR="002965A8" w:rsidRPr="002965A8" w:rsidRDefault="002965A8" w:rsidP="002965A8">
            <w:pPr>
              <w:pStyle w:val="SIBulletList2"/>
            </w:pPr>
            <w:r w:rsidRPr="002965A8">
              <w:t>relationships between sectors</w:t>
            </w:r>
          </w:p>
          <w:p w14:paraId="37645AA8" w14:textId="77777777" w:rsidR="005A3EBD" w:rsidRPr="005A3EBD" w:rsidRDefault="005A3EBD" w:rsidP="005A3EBD">
            <w:pPr>
              <w:pStyle w:val="SIBulletList2"/>
            </w:pPr>
            <w:r w:rsidRPr="002965A8">
              <w:t>relationships between the permaculture enterprise and other industries</w:t>
            </w:r>
          </w:p>
          <w:p w14:paraId="1FF69EF3" w14:textId="77777777" w:rsidR="005A3EBD" w:rsidRPr="005A3EBD" w:rsidRDefault="005A3EBD" w:rsidP="005A3EBD">
            <w:pPr>
              <w:pStyle w:val="SIBulletList2"/>
            </w:pPr>
            <w:r w:rsidRPr="002965A8">
              <w:t>legislation that affects permaculture enterprises</w:t>
            </w:r>
          </w:p>
          <w:p w14:paraId="4884A6C8" w14:textId="0D15BF3E" w:rsidR="00CB5F32" w:rsidRDefault="00CB5F32" w:rsidP="00480D12">
            <w:pPr>
              <w:pStyle w:val="SIBulletList1"/>
            </w:pPr>
            <w:r>
              <w:t>permaculture as an industry, including:</w:t>
            </w:r>
          </w:p>
          <w:p w14:paraId="533C816E" w14:textId="77777777" w:rsidR="005A3EBD" w:rsidRPr="005A3EBD" w:rsidRDefault="005A3EBD" w:rsidP="005A3EBD">
            <w:pPr>
              <w:pStyle w:val="SIBulletList2"/>
            </w:pPr>
            <w:r w:rsidRPr="002965A8">
              <w:t>unions and industry associations</w:t>
            </w:r>
          </w:p>
          <w:p w14:paraId="533E38CB" w14:textId="77777777" w:rsidR="005A3EBD" w:rsidRPr="005A3EBD" w:rsidRDefault="005A3EBD" w:rsidP="005A3EBD">
            <w:pPr>
              <w:pStyle w:val="SIBulletList2"/>
            </w:pPr>
            <w:r w:rsidRPr="002965A8">
              <w:t>career opportunities within permaculture</w:t>
            </w:r>
          </w:p>
          <w:p w14:paraId="1515A9CD" w14:textId="77777777" w:rsidR="005A3EBD" w:rsidRPr="005A3EBD" w:rsidRDefault="005A3EBD" w:rsidP="005A3EBD">
            <w:pPr>
              <w:pStyle w:val="SIBulletList2"/>
            </w:pPr>
            <w:r w:rsidRPr="002965A8">
              <w:t>work ethic required to work in permaculture enterprises</w:t>
            </w:r>
          </w:p>
          <w:p w14:paraId="36951308" w14:textId="1F4C3169" w:rsidR="005A3EBD" w:rsidRDefault="00DB23A2" w:rsidP="00666CC6">
            <w:pPr>
              <w:pStyle w:val="SIBulletList2"/>
            </w:pPr>
            <w:r>
              <w:t xml:space="preserve">importance of </w:t>
            </w:r>
            <w:r w:rsidR="00CB5F32">
              <w:t xml:space="preserve">experience and personal </w:t>
            </w:r>
            <w:r w:rsidRPr="002965A8">
              <w:t>observation of nature</w:t>
            </w:r>
          </w:p>
          <w:p w14:paraId="0D313778" w14:textId="10269D81" w:rsidR="002965A8" w:rsidRPr="002965A8" w:rsidRDefault="005A3EBD" w:rsidP="00C45299">
            <w:pPr>
              <w:pStyle w:val="SIBulletList1"/>
            </w:pPr>
            <w:r>
              <w:t xml:space="preserve">source of </w:t>
            </w:r>
            <w:r w:rsidR="002965A8" w:rsidRPr="002965A8">
              <w:t xml:space="preserve">permaculture </w:t>
            </w:r>
            <w:r>
              <w:t xml:space="preserve">information and </w:t>
            </w:r>
            <w:r w:rsidR="002965A8" w:rsidRPr="002965A8">
              <w:t xml:space="preserve">service available in </w:t>
            </w:r>
            <w:r>
              <w:t xml:space="preserve">a region, including </w:t>
            </w:r>
            <w:r w:rsidR="002965A8" w:rsidRPr="002965A8">
              <w:t>references including:</w:t>
            </w:r>
          </w:p>
          <w:p w14:paraId="3429A44D" w14:textId="0CD3D3C2" w:rsidR="002965A8" w:rsidRPr="002965A8" w:rsidRDefault="002965A8" w:rsidP="00C45299">
            <w:pPr>
              <w:pStyle w:val="SIBulletList2"/>
            </w:pPr>
            <w:r w:rsidRPr="002965A8">
              <w:t>media reports</w:t>
            </w:r>
          </w:p>
          <w:p w14:paraId="3C90F02B" w14:textId="1200B84B" w:rsidR="002965A8" w:rsidRPr="002965A8" w:rsidRDefault="002965A8" w:rsidP="00C45299">
            <w:pPr>
              <w:pStyle w:val="SIBulletList2"/>
            </w:pPr>
            <w:r w:rsidRPr="002965A8">
              <w:t>reference books</w:t>
            </w:r>
          </w:p>
          <w:p w14:paraId="1F5A856E" w14:textId="753917FA" w:rsidR="002965A8" w:rsidRPr="002965A8" w:rsidRDefault="002965A8" w:rsidP="00C45299">
            <w:pPr>
              <w:pStyle w:val="SIBulletList2"/>
            </w:pPr>
            <w:r w:rsidRPr="002965A8">
              <w:t>industry journals</w:t>
            </w:r>
          </w:p>
          <w:p w14:paraId="6EBD7E56" w14:textId="50CFD977" w:rsidR="002965A8" w:rsidRPr="002965A8" w:rsidRDefault="002965A8" w:rsidP="00C45299">
            <w:pPr>
              <w:pStyle w:val="SIBulletList2"/>
            </w:pPr>
            <w:r w:rsidRPr="002965A8">
              <w:t>internet sites</w:t>
            </w:r>
          </w:p>
          <w:p w14:paraId="76A49DFA" w14:textId="4EFA6AB4" w:rsidR="002965A8" w:rsidRPr="002965A8" w:rsidRDefault="002965A8" w:rsidP="00C45299">
            <w:pPr>
              <w:pStyle w:val="SIBulletList2"/>
            </w:pPr>
            <w:r w:rsidRPr="002965A8">
              <w:t>libraries</w:t>
            </w:r>
          </w:p>
          <w:p w14:paraId="32E24834" w14:textId="77777777" w:rsidR="002965A8" w:rsidRPr="002965A8" w:rsidRDefault="002965A8" w:rsidP="002965A8">
            <w:pPr>
              <w:pStyle w:val="SIBulletList1"/>
            </w:pPr>
            <w:r w:rsidRPr="002965A8">
              <w:t>ethics of permaculture</w:t>
            </w:r>
          </w:p>
          <w:p w14:paraId="2DF8C4DD" w14:textId="77777777" w:rsidR="002965A8" w:rsidRPr="002965A8" w:rsidRDefault="002965A8" w:rsidP="002965A8">
            <w:pPr>
              <w:pStyle w:val="SIBulletList2"/>
            </w:pPr>
            <w:r w:rsidRPr="002965A8">
              <w:t>care for the earth</w:t>
            </w:r>
          </w:p>
          <w:p w14:paraId="3BA5212F" w14:textId="77777777" w:rsidR="002965A8" w:rsidRPr="002965A8" w:rsidRDefault="002965A8" w:rsidP="002965A8">
            <w:pPr>
              <w:pStyle w:val="SIBulletList2"/>
            </w:pPr>
            <w:r w:rsidRPr="002965A8">
              <w:t>care for all people</w:t>
            </w:r>
          </w:p>
          <w:p w14:paraId="48F6EC2E" w14:textId="77777777" w:rsidR="002965A8" w:rsidRPr="002965A8" w:rsidRDefault="002965A8" w:rsidP="002965A8">
            <w:pPr>
              <w:pStyle w:val="SIBulletList2"/>
            </w:pPr>
            <w:r w:rsidRPr="002965A8">
              <w:t>sharing the surplus</w:t>
            </w:r>
          </w:p>
          <w:p w14:paraId="43CF6DF6" w14:textId="77777777" w:rsidR="002965A8" w:rsidRPr="002965A8" w:rsidRDefault="002965A8" w:rsidP="002965A8">
            <w:pPr>
              <w:pStyle w:val="SIBulletList2"/>
            </w:pPr>
            <w:r w:rsidRPr="002965A8">
              <w:t>setting limits to growth</w:t>
            </w:r>
          </w:p>
          <w:p w14:paraId="07BA5AA0" w14:textId="757540C2" w:rsidR="002965A8" w:rsidRPr="002965A8" w:rsidRDefault="002965A8" w:rsidP="002965A8">
            <w:pPr>
              <w:pStyle w:val="SIBulletList1"/>
            </w:pPr>
            <w:r w:rsidRPr="002965A8">
              <w:t xml:space="preserve">permaculture practices and procedures, </w:t>
            </w:r>
            <w:r w:rsidR="00DB23A2">
              <w:t>including</w:t>
            </w:r>
            <w:r w:rsidRPr="002965A8">
              <w:t>:</w:t>
            </w:r>
          </w:p>
          <w:p w14:paraId="133360F4" w14:textId="77777777" w:rsidR="002965A8" w:rsidRPr="002965A8" w:rsidRDefault="002965A8" w:rsidP="002965A8">
            <w:pPr>
              <w:pStyle w:val="SIBulletList2"/>
            </w:pPr>
            <w:r w:rsidRPr="002965A8">
              <w:t>cooperation over competition</w:t>
            </w:r>
          </w:p>
          <w:p w14:paraId="351B264A" w14:textId="77777777" w:rsidR="002965A8" w:rsidRPr="002965A8" w:rsidRDefault="002965A8" w:rsidP="002965A8">
            <w:pPr>
              <w:pStyle w:val="SIBulletList2"/>
            </w:pPr>
            <w:r w:rsidRPr="002965A8">
              <w:t xml:space="preserve">respecting and celebrating all ethnicities, religions, ages, </w:t>
            </w:r>
            <w:proofErr w:type="gramStart"/>
            <w:r w:rsidRPr="002965A8">
              <w:t>genders</w:t>
            </w:r>
            <w:proofErr w:type="gramEnd"/>
            <w:r w:rsidRPr="002965A8">
              <w:t xml:space="preserve"> and abilities</w:t>
            </w:r>
          </w:p>
          <w:p w14:paraId="6D98C0D1" w14:textId="64038927" w:rsidR="002965A8" w:rsidRPr="002965A8" w:rsidRDefault="002965A8" w:rsidP="002965A8">
            <w:pPr>
              <w:pStyle w:val="SIBulletList1"/>
            </w:pPr>
            <w:r w:rsidRPr="002965A8">
              <w:t>labour exchange programs</w:t>
            </w:r>
            <w:r w:rsidR="00DB23A2">
              <w:t xml:space="preserve"> and volunteer programs (</w:t>
            </w:r>
            <w:proofErr w:type="spellStart"/>
            <w:r w:rsidR="00DB23A2">
              <w:t>wwoofing</w:t>
            </w:r>
            <w:proofErr w:type="spellEnd"/>
            <w:r w:rsidR="00DB23A2">
              <w:t>)</w:t>
            </w:r>
          </w:p>
          <w:p w14:paraId="182A0D43" w14:textId="77777777" w:rsidR="002965A8" w:rsidRPr="002965A8" w:rsidRDefault="002965A8" w:rsidP="002965A8">
            <w:pPr>
              <w:pStyle w:val="SIBulletList1"/>
            </w:pPr>
            <w:r w:rsidRPr="002965A8">
              <w:t>lifestyle as a conserver</w:t>
            </w:r>
          </w:p>
          <w:p w14:paraId="5C8CD985" w14:textId="78FCE3C7" w:rsidR="00F1480E" w:rsidRPr="005404CB" w:rsidRDefault="002965A8" w:rsidP="00680367">
            <w:pPr>
              <w:pStyle w:val="SIBulletList1"/>
            </w:pPr>
            <w:r w:rsidRPr="002965A8">
              <w:t>workplace expectations and communication channels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33D3A3D7" w14:textId="1938B7CA" w:rsidR="00DB23A2" w:rsidRDefault="00DB23A2" w:rsidP="00C45299">
            <w:pPr>
              <w:pStyle w:val="SIText"/>
            </w:pPr>
            <w:r>
              <w:t xml:space="preserve">Assessment of </w:t>
            </w:r>
            <w:r w:rsidRPr="00DB23A2">
              <w:t>skills must take place under the following conditions</w:t>
            </w:r>
          </w:p>
          <w:p w14:paraId="389DFD54" w14:textId="77777777" w:rsidR="00DB23A2" w:rsidRDefault="00DB23A2" w:rsidP="00C45299">
            <w:pPr>
              <w:pStyle w:val="SIText"/>
            </w:pPr>
          </w:p>
          <w:p w14:paraId="549D9435" w14:textId="137F58BC" w:rsidR="00DB23A2" w:rsidRPr="00DB23A2" w:rsidRDefault="00DB23A2" w:rsidP="00C45299">
            <w:pPr>
              <w:pStyle w:val="SIBulletList1"/>
            </w:pPr>
            <w:r w:rsidRPr="00DB23A2">
              <w:t>physical conditions:</w:t>
            </w:r>
          </w:p>
          <w:p w14:paraId="3C4BA26D" w14:textId="67B79814" w:rsidR="00DB23A2" w:rsidRPr="00DB23A2" w:rsidRDefault="00DB23A2" w:rsidP="00DB23A2">
            <w:pPr>
              <w:pStyle w:val="SIBulletList2"/>
              <w:rPr>
                <w:rFonts w:eastAsia="Calibri"/>
              </w:rPr>
            </w:pPr>
            <w:r w:rsidRPr="00DB23A2">
              <w:t xml:space="preserve">skills must be demonstrated in a </w:t>
            </w:r>
            <w:r>
              <w:t xml:space="preserve">permaculture </w:t>
            </w:r>
            <w:r w:rsidR="00EC0CBE">
              <w:t xml:space="preserve">garden or farm </w:t>
            </w:r>
            <w:r w:rsidRPr="00DB23A2">
              <w:t xml:space="preserve">or an environment that accurately </w:t>
            </w:r>
            <w:r w:rsidR="000B4C6F">
              <w:t>represents workplace conditions</w:t>
            </w:r>
          </w:p>
          <w:p w14:paraId="3CA2FC06" w14:textId="77777777" w:rsidR="00DB23A2" w:rsidRPr="00DB23A2" w:rsidRDefault="00DB23A2" w:rsidP="00DB23A2">
            <w:pPr>
              <w:pStyle w:val="SIBulletList1"/>
            </w:pPr>
            <w:r>
              <w:t xml:space="preserve">resources, </w:t>
            </w:r>
            <w:proofErr w:type="gramStart"/>
            <w:r w:rsidRPr="00DB23A2">
              <w:t>equipment</w:t>
            </w:r>
            <w:proofErr w:type="gramEnd"/>
            <w:r w:rsidRPr="00DB23A2">
              <w:t xml:space="preserve"> and materials:</w:t>
            </w:r>
          </w:p>
          <w:p w14:paraId="6F229B61" w14:textId="30F8FFB0" w:rsidR="00DB23A2" w:rsidRPr="00DB23A2" w:rsidRDefault="00EC0CBE" w:rsidP="00DB23A2">
            <w:pPr>
              <w:pStyle w:val="SIBulletList2"/>
              <w:rPr>
                <w:rFonts w:eastAsia="Calibri"/>
              </w:rPr>
            </w:pPr>
            <w:r>
              <w:t>use of tools and equipment</w:t>
            </w:r>
          </w:p>
          <w:p w14:paraId="7DC47C28" w14:textId="77777777" w:rsidR="00DB23A2" w:rsidRPr="00DB23A2" w:rsidRDefault="00DB23A2" w:rsidP="00DB23A2">
            <w:pPr>
              <w:pStyle w:val="SIBulletList1"/>
              <w:rPr>
                <w:rFonts w:eastAsia="Calibri"/>
              </w:rPr>
            </w:pPr>
            <w:r w:rsidRPr="00DB23A2">
              <w:rPr>
                <w:rFonts w:eastAsia="Calibri"/>
              </w:rPr>
              <w:t>specifications:</w:t>
            </w:r>
          </w:p>
          <w:p w14:paraId="75DC094F" w14:textId="7E0BF620" w:rsidR="00DB23A2" w:rsidRDefault="00DB23A2" w:rsidP="00DB23A2">
            <w:pPr>
              <w:pStyle w:val="SIBulletList2"/>
              <w:rPr>
                <w:rFonts w:eastAsia="Calibri"/>
              </w:rPr>
            </w:pPr>
            <w:r w:rsidRPr="00DB23A2">
              <w:rPr>
                <w:rFonts w:eastAsia="Calibri"/>
              </w:rPr>
              <w:t xml:space="preserve">use of specific workplace policies, </w:t>
            </w:r>
            <w:proofErr w:type="gramStart"/>
            <w:r w:rsidRPr="00DB23A2">
              <w:rPr>
                <w:rFonts w:eastAsia="Calibri"/>
              </w:rPr>
              <w:t>procedures</w:t>
            </w:r>
            <w:proofErr w:type="gramEnd"/>
            <w:r w:rsidR="000B4C6F">
              <w:rPr>
                <w:rFonts w:eastAsia="Calibri"/>
              </w:rPr>
              <w:t xml:space="preserve"> and processes</w:t>
            </w:r>
          </w:p>
          <w:p w14:paraId="49104529" w14:textId="2151B040" w:rsidR="00CB5F32" w:rsidRPr="00DB23A2" w:rsidRDefault="00CB5F32" w:rsidP="00DB23A2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use of permaculture reference materials</w:t>
            </w:r>
          </w:p>
          <w:p w14:paraId="76293D4A" w14:textId="0DEF4794" w:rsidR="00DB23A2" w:rsidRPr="00DB23A2" w:rsidRDefault="00DB23A2" w:rsidP="00DB23A2">
            <w:pPr>
              <w:pStyle w:val="SIBulletList2"/>
              <w:rPr>
                <w:rFonts w:eastAsia="Calibri"/>
              </w:rPr>
            </w:pPr>
            <w:r w:rsidRPr="00DB23A2">
              <w:rPr>
                <w:rFonts w:eastAsia="Calibri"/>
              </w:rPr>
              <w:t>use of workplace instructions</w:t>
            </w:r>
            <w:r w:rsidR="000B4C6F">
              <w:rPr>
                <w:rFonts w:eastAsia="Calibri"/>
              </w:rPr>
              <w:t xml:space="preserve">, </w:t>
            </w:r>
            <w:proofErr w:type="gramStart"/>
            <w:r w:rsidR="000B4C6F">
              <w:rPr>
                <w:rFonts w:eastAsia="Calibri"/>
              </w:rPr>
              <w:t>terms</w:t>
            </w:r>
            <w:proofErr w:type="gramEnd"/>
            <w:r w:rsidR="000B4C6F">
              <w:rPr>
                <w:rFonts w:eastAsia="Calibri"/>
              </w:rPr>
              <w:t xml:space="preserve"> and conditions of employment</w:t>
            </w:r>
          </w:p>
          <w:p w14:paraId="22B103C5" w14:textId="77777777" w:rsidR="000B4C6F" w:rsidRDefault="000B4C6F" w:rsidP="00C45299">
            <w:pPr>
              <w:pStyle w:val="SIBulletList1"/>
            </w:pPr>
            <w:r>
              <w:t>relationships</w:t>
            </w:r>
          </w:p>
          <w:p w14:paraId="0ACFEA17" w14:textId="5714016D" w:rsidR="00DB23A2" w:rsidRDefault="00DB23A2" w:rsidP="00DB23A2">
            <w:pPr>
              <w:pStyle w:val="SIBulletList2"/>
            </w:pPr>
            <w:r w:rsidRPr="00DB23A2">
              <w:lastRenderedPageBreak/>
              <w:t xml:space="preserve">team member(s)/supervisors </w:t>
            </w:r>
          </w:p>
          <w:p w14:paraId="655426DB" w14:textId="77777777" w:rsidR="00DB23A2" w:rsidRPr="00DB23A2" w:rsidRDefault="00DB23A2" w:rsidP="00DB23A2">
            <w:pPr>
              <w:pStyle w:val="SIBulletList1"/>
            </w:pPr>
            <w:r>
              <w:t>timeframes:</w:t>
            </w:r>
          </w:p>
          <w:p w14:paraId="3D0496CC" w14:textId="4CD783F8" w:rsidR="00DB23A2" w:rsidRDefault="00DB23A2" w:rsidP="00C45299">
            <w:pPr>
              <w:pStyle w:val="SIBulletList2"/>
            </w:pPr>
            <w:r>
              <w:t>according to the job requirements</w:t>
            </w:r>
            <w:r w:rsidR="000B4C6F">
              <w:t>.</w:t>
            </w:r>
          </w:p>
          <w:p w14:paraId="02EEAB92" w14:textId="77777777" w:rsidR="000B4C6F" w:rsidRPr="00C45299" w:rsidRDefault="000B4C6F" w:rsidP="00C45299">
            <w:pPr>
              <w:pStyle w:val="SIText"/>
            </w:pPr>
          </w:p>
          <w:p w14:paraId="7419DB69" w14:textId="77777777" w:rsidR="00DB23A2" w:rsidRPr="00DB23A2" w:rsidRDefault="00DB23A2" w:rsidP="00DB23A2">
            <w:pPr>
              <w:pStyle w:val="SIText"/>
            </w:pPr>
            <w:r w:rsidRPr="006452B8">
              <w:t xml:space="preserve">Assessors of this unit </w:t>
            </w:r>
            <w:r w:rsidRPr="00DB23A2">
              <w:t>must satisfy the requirements for assessors in applicable vocational education and training legislation, frameworks and/or standards.</w:t>
            </w:r>
          </w:p>
          <w:p w14:paraId="759850B7" w14:textId="51F02F2A" w:rsidR="00680367" w:rsidRPr="005404CB" w:rsidRDefault="00680367" w:rsidP="0013525C">
            <w:pPr>
              <w:pStyle w:val="SIText"/>
              <w:rPr>
                <w:rFonts w:eastAsia="Calibri"/>
              </w:rPr>
            </w:pP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643DAA2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642755C3" w14:textId="3F95E822" w:rsidR="00F1480E" w:rsidRPr="005404CB" w:rsidRDefault="00B9148E" w:rsidP="005404CB">
            <w:pPr>
              <w:pStyle w:val="SIText"/>
            </w:pPr>
            <w:r w:rsidRPr="009B7F7C">
              <w:t>https://vetnet.gov.au/Pages/TrainingDocs.aspx?q=c6399549-9c62-4a5e-bf1a-524b2322cf72</w:t>
            </w:r>
          </w:p>
        </w:tc>
      </w:tr>
    </w:tbl>
    <w:p w14:paraId="51171C5D" w14:textId="77777777" w:rsidR="00F1480E" w:rsidRDefault="00F1480E" w:rsidP="00680367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17A0CD" w14:textId="77777777" w:rsidR="000F7B0C" w:rsidRDefault="000F7B0C" w:rsidP="00BF3F0A">
      <w:r>
        <w:separator/>
      </w:r>
    </w:p>
    <w:p w14:paraId="6180CCFC" w14:textId="77777777" w:rsidR="000F7B0C" w:rsidRDefault="000F7B0C"/>
  </w:endnote>
  <w:endnote w:type="continuationSeparator" w:id="0">
    <w:p w14:paraId="5B23BEA2" w14:textId="77777777" w:rsidR="000F7B0C" w:rsidRDefault="000F7B0C" w:rsidP="00BF3F0A">
      <w:r>
        <w:continuationSeparator/>
      </w:r>
    </w:p>
    <w:p w14:paraId="0555293E" w14:textId="77777777" w:rsidR="000F7B0C" w:rsidRDefault="000F7B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80D12">
          <w:rPr>
            <w:noProof/>
          </w:rPr>
          <w:t>2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956B5" w14:textId="77777777" w:rsidR="000F7B0C" w:rsidRDefault="000F7B0C" w:rsidP="00BF3F0A">
      <w:r>
        <w:separator/>
      </w:r>
    </w:p>
    <w:p w14:paraId="7FB04B12" w14:textId="77777777" w:rsidR="000F7B0C" w:rsidRDefault="000F7B0C"/>
  </w:footnote>
  <w:footnote w:type="continuationSeparator" w:id="0">
    <w:p w14:paraId="2226F6F1" w14:textId="77777777" w:rsidR="000F7B0C" w:rsidRDefault="000F7B0C" w:rsidP="00BF3F0A">
      <w:r>
        <w:continuationSeparator/>
      </w:r>
    </w:p>
    <w:p w14:paraId="4BDC4607" w14:textId="77777777" w:rsidR="000F7B0C" w:rsidRDefault="000F7B0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169587C6" w:rsidR="009C2650" w:rsidRPr="000754EC" w:rsidRDefault="000A2CDC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7311A9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A6296" w:rsidRPr="005A6296">
      <w:t xml:space="preserve"> AHCPER201 Work effectively in permaculture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E4B689C"/>
    <w:multiLevelType w:val="multilevel"/>
    <w:tmpl w:val="07640A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E6C5F71"/>
    <w:multiLevelType w:val="multilevel"/>
    <w:tmpl w:val="8E5E57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C4C238D"/>
    <w:multiLevelType w:val="multilevel"/>
    <w:tmpl w:val="282A4F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8125755"/>
    <w:multiLevelType w:val="multilevel"/>
    <w:tmpl w:val="513E0A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BF613BA"/>
    <w:multiLevelType w:val="multilevel"/>
    <w:tmpl w:val="DD5839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114522"/>
    <w:multiLevelType w:val="multilevel"/>
    <w:tmpl w:val="E580DC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5E134C64"/>
    <w:multiLevelType w:val="multilevel"/>
    <w:tmpl w:val="C2B065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2D7189C"/>
    <w:multiLevelType w:val="multilevel"/>
    <w:tmpl w:val="76B8E4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34F2816"/>
    <w:multiLevelType w:val="multilevel"/>
    <w:tmpl w:val="FD82F9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4E33D5"/>
    <w:multiLevelType w:val="multilevel"/>
    <w:tmpl w:val="6330A7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1769478">
    <w:abstractNumId w:val="11"/>
  </w:num>
  <w:num w:numId="2" w16cid:durableId="101385858">
    <w:abstractNumId w:val="6"/>
  </w:num>
  <w:num w:numId="3" w16cid:durableId="1906838140">
    <w:abstractNumId w:val="3"/>
  </w:num>
  <w:num w:numId="4" w16cid:durableId="838272623">
    <w:abstractNumId w:val="23"/>
  </w:num>
  <w:num w:numId="5" w16cid:durableId="2023966109">
    <w:abstractNumId w:val="1"/>
  </w:num>
  <w:num w:numId="6" w16cid:durableId="487939338">
    <w:abstractNumId w:val="10"/>
  </w:num>
  <w:num w:numId="7" w16cid:durableId="1884294594">
    <w:abstractNumId w:val="2"/>
  </w:num>
  <w:num w:numId="8" w16cid:durableId="1529875365">
    <w:abstractNumId w:val="0"/>
  </w:num>
  <w:num w:numId="9" w16cid:durableId="1335843067">
    <w:abstractNumId w:val="22"/>
  </w:num>
  <w:num w:numId="10" w16cid:durableId="101850333">
    <w:abstractNumId w:val="14"/>
  </w:num>
  <w:num w:numId="11" w16cid:durableId="336931323">
    <w:abstractNumId w:val="21"/>
  </w:num>
  <w:num w:numId="12" w16cid:durableId="2045129914">
    <w:abstractNumId w:val="16"/>
  </w:num>
  <w:num w:numId="13" w16cid:durableId="615872931">
    <w:abstractNumId w:val="24"/>
  </w:num>
  <w:num w:numId="14" w16cid:durableId="1958831226">
    <w:abstractNumId w:val="4"/>
  </w:num>
  <w:num w:numId="15" w16cid:durableId="1297292753">
    <w:abstractNumId w:val="5"/>
  </w:num>
  <w:num w:numId="16" w16cid:durableId="986740534">
    <w:abstractNumId w:val="25"/>
  </w:num>
  <w:num w:numId="17" w16cid:durableId="310407085">
    <w:abstractNumId w:val="17"/>
  </w:num>
  <w:num w:numId="18" w16cid:durableId="1331250178">
    <w:abstractNumId w:val="9"/>
  </w:num>
  <w:num w:numId="19" w16cid:durableId="1522087244">
    <w:abstractNumId w:val="12"/>
  </w:num>
  <w:num w:numId="20" w16cid:durableId="296879852">
    <w:abstractNumId w:val="18"/>
  </w:num>
  <w:num w:numId="21" w16cid:durableId="366223387">
    <w:abstractNumId w:val="15"/>
  </w:num>
  <w:num w:numId="22" w16cid:durableId="446584246">
    <w:abstractNumId w:val="8"/>
  </w:num>
  <w:num w:numId="23" w16cid:durableId="656611253">
    <w:abstractNumId w:val="7"/>
  </w:num>
  <w:num w:numId="24" w16cid:durableId="915749640">
    <w:abstractNumId w:val="13"/>
  </w:num>
  <w:num w:numId="25" w16cid:durableId="889731972">
    <w:abstractNumId w:val="19"/>
  </w:num>
  <w:num w:numId="26" w16cid:durableId="62902180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108F"/>
    <w:rsid w:val="000115E2"/>
    <w:rsid w:val="000126D0"/>
    <w:rsid w:val="0001296A"/>
    <w:rsid w:val="000136C9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73E8"/>
    <w:rsid w:val="0009093B"/>
    <w:rsid w:val="000A2CDC"/>
    <w:rsid w:val="000A5441"/>
    <w:rsid w:val="000B2022"/>
    <w:rsid w:val="000B4C6F"/>
    <w:rsid w:val="000C149A"/>
    <w:rsid w:val="000C224E"/>
    <w:rsid w:val="000E25E6"/>
    <w:rsid w:val="000E2C86"/>
    <w:rsid w:val="000F29F2"/>
    <w:rsid w:val="000F7B0C"/>
    <w:rsid w:val="00101659"/>
    <w:rsid w:val="00105AEA"/>
    <w:rsid w:val="001078BF"/>
    <w:rsid w:val="00133957"/>
    <w:rsid w:val="0013525C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65A8"/>
    <w:rsid w:val="002970C3"/>
    <w:rsid w:val="002973EC"/>
    <w:rsid w:val="002A4CD3"/>
    <w:rsid w:val="002A6CC4"/>
    <w:rsid w:val="002C55E9"/>
    <w:rsid w:val="002D0C8B"/>
    <w:rsid w:val="002D330A"/>
    <w:rsid w:val="002E170C"/>
    <w:rsid w:val="002E193E"/>
    <w:rsid w:val="002F34F1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0D12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4CE4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1027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3EBD"/>
    <w:rsid w:val="005A6296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35BAB"/>
    <w:rsid w:val="00643D1B"/>
    <w:rsid w:val="006452B8"/>
    <w:rsid w:val="00652E62"/>
    <w:rsid w:val="00680367"/>
    <w:rsid w:val="00686A49"/>
    <w:rsid w:val="00687B62"/>
    <w:rsid w:val="00690C44"/>
    <w:rsid w:val="00692EC8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0E75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D3C8D"/>
    <w:rsid w:val="008E260C"/>
    <w:rsid w:val="008E39BE"/>
    <w:rsid w:val="008E62EC"/>
    <w:rsid w:val="008F32F6"/>
    <w:rsid w:val="00903631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B7F7C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135C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148E"/>
    <w:rsid w:val="00BA1CB1"/>
    <w:rsid w:val="00BA4178"/>
    <w:rsid w:val="00BA482D"/>
    <w:rsid w:val="00BB1755"/>
    <w:rsid w:val="00BB23F4"/>
    <w:rsid w:val="00BC5075"/>
    <w:rsid w:val="00BC5419"/>
    <w:rsid w:val="00BD3B0F"/>
    <w:rsid w:val="00BE48D0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6FBC"/>
    <w:rsid w:val="00C4364C"/>
    <w:rsid w:val="00C45299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B5F32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07DE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23A2"/>
    <w:rsid w:val="00DC1D69"/>
    <w:rsid w:val="00DC5A3A"/>
    <w:rsid w:val="00DD0726"/>
    <w:rsid w:val="00E238E6"/>
    <w:rsid w:val="00E34CD8"/>
    <w:rsid w:val="00E35064"/>
    <w:rsid w:val="00E3681D"/>
    <w:rsid w:val="00E40225"/>
    <w:rsid w:val="00E4046B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C0CB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0A2CDC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616e988cc5bb66e92ee75c47d11ff9d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d3253cc7a1765f4b6deebf550db3da98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FFB414-A16D-44A8-A8ED-471328CF72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7ee3a392-9fd5-4e44-986b-b11872d0f857"/>
    <ds:schemaRef ds:uri="http://schemas.microsoft.com/office/2006/metadata/properties"/>
    <ds:schemaRef ds:uri="http://purl.org/dc/terms/"/>
    <ds:schemaRef ds:uri="http://schemas.microsoft.com/sharepoint/v3"/>
    <ds:schemaRef ds:uri="http://schemas.microsoft.com/office/2006/documentManagement/types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B98C4C4-82CC-42A3-A531-6012949AA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224</TotalTime>
  <Pages>4</Pages>
  <Words>929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31</cp:revision>
  <cp:lastPrinted>2016-05-27T05:21:00Z</cp:lastPrinted>
  <dcterms:created xsi:type="dcterms:W3CDTF">2021-09-14T01:14:00Z</dcterms:created>
  <dcterms:modified xsi:type="dcterms:W3CDTF">2022-05-13T02:03:00Z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